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283" w:rsidRPr="00F57283" w:rsidRDefault="00F57283" w:rsidP="00F57283">
      <w:pPr>
        <w:rPr>
          <w:rFonts w:ascii="Times New Roman" w:hAnsi="Times New Roman" w:cs="Times New Roman"/>
        </w:rPr>
      </w:pPr>
      <w:r w:rsidRPr="00F57283">
        <w:rPr>
          <w:rFonts w:ascii="Times New Roman" w:hAnsi="Times New Roman" w:cs="Times New Roman"/>
        </w:rPr>
        <w:t xml:space="preserve">&lt; </w:t>
      </w:r>
      <w:r w:rsidRPr="00F57283">
        <w:rPr>
          <w:rFonts w:ascii="Times New Roman" w:hAnsi="Times New Roman" w:cs="Times New Roman"/>
          <w:highlight w:val="yellow"/>
        </w:rPr>
        <w:t>Date</w:t>
      </w:r>
      <w:r w:rsidRPr="00F57283">
        <w:rPr>
          <w:rFonts w:ascii="Times New Roman" w:hAnsi="Times New Roman" w:cs="Times New Roman"/>
        </w:rPr>
        <w:t xml:space="preserve"> &gt;</w:t>
      </w:r>
    </w:p>
    <w:p w:rsidR="00F57283" w:rsidRPr="00F57283" w:rsidRDefault="00F57283" w:rsidP="00F57283">
      <w:pPr>
        <w:rPr>
          <w:rFonts w:ascii="Times New Roman" w:hAnsi="Times New Roman" w:cs="Times New Roman"/>
        </w:rPr>
      </w:pPr>
      <w:r w:rsidRPr="00F57283">
        <w:rPr>
          <w:rFonts w:ascii="Times New Roman" w:hAnsi="Times New Roman" w:cs="Times New Roman"/>
        </w:rPr>
        <w:t xml:space="preserve">&lt; </w:t>
      </w:r>
      <w:r w:rsidRPr="00F57283">
        <w:rPr>
          <w:rFonts w:ascii="Times New Roman" w:hAnsi="Times New Roman" w:cs="Times New Roman"/>
          <w:highlight w:val="yellow"/>
        </w:rPr>
        <w:t>Address of tenderer</w:t>
      </w:r>
      <w:r w:rsidRPr="00F57283">
        <w:rPr>
          <w:rFonts w:ascii="Times New Roman" w:hAnsi="Times New Roman" w:cs="Times New Roman"/>
        </w:rPr>
        <w:t xml:space="preserve"> &gt;</w:t>
      </w:r>
    </w:p>
    <w:p w:rsidR="00F57283" w:rsidRPr="00F57283" w:rsidRDefault="00F57283" w:rsidP="00F57283">
      <w:pPr>
        <w:rPr>
          <w:rFonts w:ascii="Times New Roman" w:hAnsi="Times New Roman" w:cs="Times New Roman"/>
        </w:rPr>
      </w:pPr>
      <w:r w:rsidRPr="00F57283">
        <w:rPr>
          <w:rFonts w:ascii="Times New Roman" w:hAnsi="Times New Roman" w:cs="Times New Roman"/>
        </w:rPr>
        <w:t xml:space="preserve">Our ref: </w:t>
      </w:r>
      <w:r w:rsidR="009D45A0">
        <w:rPr>
          <w:rFonts w:ascii="Times New Roman" w:hAnsi="Times New Roman" w:cs="Times New Roman"/>
          <w:highlight w:val="yellow"/>
        </w:rPr>
        <w:t>414</w:t>
      </w:r>
      <w:r w:rsidRPr="009D45A0">
        <w:rPr>
          <w:rFonts w:ascii="Times New Roman" w:hAnsi="Times New Roman" w:cs="Times New Roman"/>
          <w:highlight w:val="yellow"/>
        </w:rPr>
        <w:t>/HRCAO/2018/</w:t>
      </w:r>
      <w:r w:rsidRPr="00F57283">
        <w:rPr>
          <w:rFonts w:ascii="Times New Roman" w:hAnsi="Times New Roman" w:cs="Times New Roman"/>
        </w:rPr>
        <w:t xml:space="preserve"> &lt; </w:t>
      </w:r>
      <w:r w:rsidRPr="00F57283">
        <w:rPr>
          <w:rFonts w:ascii="Times New Roman" w:hAnsi="Times New Roman" w:cs="Times New Roman"/>
          <w:highlight w:val="yellow"/>
        </w:rPr>
        <w:t>Letter number</w:t>
      </w:r>
      <w:r w:rsidRPr="00F57283">
        <w:rPr>
          <w:rFonts w:ascii="Times New Roman" w:hAnsi="Times New Roman" w:cs="Times New Roman"/>
        </w:rPr>
        <w:t xml:space="preserve"> &gt;</w:t>
      </w:r>
    </w:p>
    <w:p w:rsidR="00F57283" w:rsidRPr="00F57283" w:rsidRDefault="00F57283" w:rsidP="00F57283">
      <w:pPr>
        <w:rPr>
          <w:rFonts w:ascii="Times New Roman" w:hAnsi="Times New Roman" w:cs="Times New Roman"/>
        </w:rPr>
      </w:pPr>
      <w:r w:rsidRPr="00F57283">
        <w:rPr>
          <w:rFonts w:ascii="Times New Roman" w:hAnsi="Times New Roman" w:cs="Times New Roman"/>
        </w:rPr>
        <w:t xml:space="preserve">Dear &lt; </w:t>
      </w:r>
      <w:r w:rsidRPr="00F57283">
        <w:rPr>
          <w:rFonts w:ascii="Times New Roman" w:hAnsi="Times New Roman" w:cs="Times New Roman"/>
          <w:highlight w:val="yellow"/>
        </w:rPr>
        <w:t>Contact name</w:t>
      </w:r>
      <w:r w:rsidRPr="00F57283">
        <w:rPr>
          <w:rFonts w:ascii="Times New Roman" w:hAnsi="Times New Roman" w:cs="Times New Roman"/>
        </w:rPr>
        <w:t xml:space="preserve"> &gt;</w:t>
      </w:r>
    </w:p>
    <w:p w:rsidR="00325F17" w:rsidRPr="00F57283" w:rsidRDefault="00F57283" w:rsidP="00F57283">
      <w:pPr>
        <w:rPr>
          <w:rFonts w:ascii="Times New Roman" w:hAnsi="Times New Roman" w:cs="Times New Roman"/>
          <w:b/>
        </w:rPr>
      </w:pPr>
      <w:r w:rsidRPr="00F57283">
        <w:rPr>
          <w:rFonts w:ascii="Times New Roman" w:hAnsi="Times New Roman" w:cs="Times New Roman"/>
          <w:b/>
        </w:rPr>
        <w:t>“LOT 3 - Procurement of service for organizing the European Cooperation Day 201</w:t>
      </w:r>
      <w:r w:rsidR="009D45A0">
        <w:rPr>
          <w:rFonts w:ascii="Times New Roman" w:hAnsi="Times New Roman" w:cs="Times New Roman"/>
          <w:b/>
        </w:rPr>
        <w:t>8</w:t>
      </w:r>
      <w:bookmarkStart w:id="0" w:name="_GoBack"/>
      <w:bookmarkEnd w:id="0"/>
      <w:r w:rsidRPr="00F57283">
        <w:rPr>
          <w:rFonts w:ascii="Times New Roman" w:hAnsi="Times New Roman" w:cs="Times New Roman"/>
          <w:b/>
        </w:rPr>
        <w:t>”,</w:t>
      </w:r>
    </w:p>
    <w:p w:rsidR="008169DD" w:rsidRPr="00325F17" w:rsidRDefault="008169DD" w:rsidP="00325F1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Location: eligible area of the Interreg-IPA Cross-border Cooperation Romania-Serbia Programme </w:t>
      </w:r>
    </w:p>
    <w:p w:rsidR="008169DD" w:rsidRDefault="008169DD" w:rsidP="00325F17">
      <w:pPr>
        <w:spacing w:before="120" w:after="120"/>
        <w:jc w:val="both"/>
        <w:rPr>
          <w:rFonts w:ascii="Times New Roman" w:hAnsi="Times New Roman"/>
        </w:rPr>
      </w:pPr>
      <w:r w:rsidRPr="00244E57">
        <w:rPr>
          <w:rFonts w:ascii="Times New Roman" w:hAnsi="Times New Roman"/>
        </w:rPr>
        <w:t xml:space="preserve">Thank you for </w:t>
      </w:r>
      <w:r w:rsidRPr="00244E57">
        <w:rPr>
          <w:rFonts w:ascii="Times New Roman" w:hAnsi="Times New Roman"/>
          <w:color w:val="000000"/>
          <w:spacing w:val="-2"/>
        </w:rPr>
        <w:t>participating</w:t>
      </w:r>
      <w:r w:rsidRPr="00244E57">
        <w:rPr>
          <w:rFonts w:ascii="Times New Roman" w:hAnsi="Times New Roman"/>
        </w:rPr>
        <w:t xml:space="preserve"> in the ab</w:t>
      </w:r>
      <w:r>
        <w:rPr>
          <w:rFonts w:ascii="Times New Roman" w:hAnsi="Times New Roman"/>
        </w:rPr>
        <w:t>ove-mentioned tender procedure where t</w:t>
      </w:r>
      <w:r w:rsidRPr="00244E57">
        <w:rPr>
          <w:rFonts w:ascii="Times New Roman" w:hAnsi="Times New Roman"/>
        </w:rPr>
        <w:t xml:space="preserve">he tender submitted by you </w:t>
      </w:r>
      <w:r>
        <w:rPr>
          <w:rFonts w:ascii="Times New Roman" w:hAnsi="Times New Roman"/>
        </w:rPr>
        <w:t>has been ranked as the second best tender.</w:t>
      </w:r>
    </w:p>
    <w:p w:rsidR="001A3F14" w:rsidRPr="00325F17" w:rsidRDefault="001A3F14" w:rsidP="00325F17">
      <w:pPr>
        <w:spacing w:before="120" w:after="120"/>
        <w:jc w:val="both"/>
        <w:rPr>
          <w:rFonts w:ascii="Times New Roman" w:hAnsi="Times New Roman" w:cs="Times New Roman"/>
          <w:color w:val="000000"/>
          <w:spacing w:val="-2"/>
        </w:rPr>
      </w:pPr>
      <w:r w:rsidRPr="00325F17">
        <w:rPr>
          <w:rFonts w:ascii="Times New Roman" w:hAnsi="Times New Roman" w:cs="Times New Roman"/>
          <w:color w:val="000000"/>
          <w:spacing w:val="-2"/>
        </w:rPr>
        <w:t xml:space="preserve">For your information, the Evaluation Committee recommended that the contract should be awarded to </w:t>
      </w:r>
      <w:r w:rsidR="00F57283" w:rsidRPr="00F57283">
        <w:rPr>
          <w:rFonts w:ascii="Times New Roman" w:hAnsi="Times New Roman" w:cs="Times New Roman"/>
          <w:color w:val="000000"/>
          <w:spacing w:val="-2"/>
          <w:highlight w:val="yellow"/>
        </w:rPr>
        <w:t>…</w:t>
      </w:r>
      <w:r w:rsidRPr="00325F17">
        <w:rPr>
          <w:rFonts w:ascii="Times New Roman" w:hAnsi="Times New Roman" w:cs="Times New Roman"/>
          <w:color w:val="000000"/>
          <w:spacing w:val="-2"/>
        </w:rPr>
        <w:t xml:space="preserve">. Your average scores awarded by the evaluators according to the award criteria, as well as those for the selected tender, were as follows: </w:t>
      </w:r>
    </w:p>
    <w:tbl>
      <w:tblPr>
        <w:tblW w:w="487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880"/>
        <w:gridCol w:w="710"/>
        <w:gridCol w:w="992"/>
        <w:gridCol w:w="1417"/>
        <w:gridCol w:w="1135"/>
        <w:gridCol w:w="994"/>
        <w:gridCol w:w="817"/>
        <w:gridCol w:w="845"/>
      </w:tblGrid>
      <w:tr w:rsidR="009E27C6" w:rsidRPr="00325F17" w:rsidTr="009E27C6">
        <w:trPr>
          <w:cantSplit/>
          <w:trHeight w:val="1134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</w:rPr>
            </w:pPr>
            <w:r w:rsidRPr="00325F17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</w:rPr>
              <w:t>Rationale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</w:rPr>
            </w:pPr>
            <w:r w:rsidRPr="00325F17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</w:rPr>
              <w:t>Strategy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</w:rPr>
            </w:pPr>
            <w:r w:rsidRPr="00325F17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</w:rPr>
              <w:t>Back-up function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</w:rPr>
            </w:pPr>
            <w:r w:rsidRPr="00325F17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</w:rPr>
              <w:t>Involvement of consortium members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</w:rPr>
            </w:pPr>
            <w:r w:rsidRPr="00325F17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</w:rPr>
              <w:t>Timetable of activities</w:t>
            </w:r>
          </w:p>
        </w:tc>
        <w:tc>
          <w:tcPr>
            <w:tcW w:w="566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</w:rPr>
            </w:pPr>
            <w:r w:rsidRPr="00325F17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</w:rPr>
              <w:t>Technical score x 0.80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</w:rPr>
            </w:pPr>
            <w:r w:rsidRPr="00325F17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</w:rPr>
              <w:t>Financial score x 0.20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</w:rPr>
            </w:pPr>
            <w:r w:rsidRPr="00325F17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</w:rPr>
              <w:t>Overall score</w:t>
            </w:r>
          </w:p>
        </w:tc>
      </w:tr>
      <w:tr w:rsidR="009E27C6" w:rsidRPr="00325F17" w:rsidTr="009E27C6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/>
                <w:spacing w:val="-2"/>
                <w:sz w:val="20"/>
              </w:rPr>
            </w:pPr>
            <w:r w:rsidRPr="00325F17">
              <w:rPr>
                <w:rFonts w:ascii="Times New Roman" w:hAnsi="Times New Roman" w:cs="Times New Roman"/>
                <w:color w:val="000000"/>
                <w:spacing w:val="-2"/>
                <w:sz w:val="20"/>
              </w:rPr>
              <w:t>Your tender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66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</w:rPr>
            </w:pPr>
          </w:p>
        </w:tc>
      </w:tr>
      <w:tr w:rsidR="009E27C6" w:rsidRPr="00325F17" w:rsidTr="009E27C6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/>
                <w:spacing w:val="-2"/>
                <w:sz w:val="20"/>
              </w:rPr>
            </w:pPr>
            <w:r w:rsidRPr="00325F17">
              <w:rPr>
                <w:rFonts w:ascii="Times New Roman" w:hAnsi="Times New Roman" w:cs="Times New Roman"/>
                <w:color w:val="000000"/>
                <w:spacing w:val="-2"/>
                <w:sz w:val="20"/>
              </w:rPr>
              <w:t>Selected tender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66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325F17" w:rsidRDefault="00F91373" w:rsidP="00325F1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</w:rPr>
            </w:pPr>
          </w:p>
        </w:tc>
      </w:tr>
    </w:tbl>
    <w:p w:rsidR="00325F17" w:rsidRDefault="00325F17" w:rsidP="00325F17">
      <w:pPr>
        <w:jc w:val="both"/>
        <w:rPr>
          <w:rFonts w:ascii="Times New Roman" w:hAnsi="Times New Roman" w:cs="Times New Roman"/>
          <w:lang w:bidi="kn-IN"/>
        </w:rPr>
      </w:pPr>
    </w:p>
    <w:p w:rsidR="008169DD" w:rsidRDefault="008169DD" w:rsidP="008169DD">
      <w:pPr>
        <w:rPr>
          <w:rFonts w:ascii="Times New Roman" w:hAnsi="Times New Roman"/>
          <w:lang w:bidi="kn-IN"/>
        </w:rPr>
      </w:pPr>
      <w:r>
        <w:rPr>
          <w:rFonts w:ascii="Times New Roman" w:hAnsi="Times New Roman"/>
          <w:lang w:bidi="kn-IN"/>
        </w:rPr>
        <w:t xml:space="preserve">Should the contract not be signed with the notified selected tenderer we reserve the right to notify you of award within the validity period of the tender. </w:t>
      </w:r>
    </w:p>
    <w:p w:rsidR="001A3F14" w:rsidRPr="00325F17" w:rsidRDefault="001A3F14" w:rsidP="00325F17">
      <w:pPr>
        <w:jc w:val="both"/>
        <w:rPr>
          <w:rFonts w:ascii="Times New Roman" w:hAnsi="Times New Roman" w:cs="Times New Roman"/>
        </w:rPr>
      </w:pPr>
      <w:r w:rsidRPr="00325F17">
        <w:rPr>
          <w:rFonts w:ascii="Times New Roman" w:hAnsi="Times New Roman" w:cs="Times New Roman"/>
          <w:lang w:bidi="kn-IN"/>
        </w:rPr>
        <w:t>We draw your attention to the legal remedies available to you to contest this decision, explained in section 2.4.15 of the Practical Guide.</w:t>
      </w:r>
    </w:p>
    <w:p w:rsidR="001A3F14" w:rsidRPr="00325F17" w:rsidRDefault="001A3F14" w:rsidP="00325F17">
      <w:pPr>
        <w:spacing w:before="120"/>
        <w:jc w:val="both"/>
        <w:rPr>
          <w:rFonts w:ascii="Times New Roman" w:hAnsi="Times New Roman" w:cs="Times New Roman"/>
          <w:color w:val="000000"/>
          <w:spacing w:val="-2"/>
        </w:rPr>
      </w:pPr>
      <w:r w:rsidRPr="00325F17">
        <w:rPr>
          <w:rFonts w:ascii="Times New Roman" w:hAnsi="Times New Roman" w:cs="Times New Roman"/>
          <w:color w:val="000000"/>
          <w:spacing w:val="-2"/>
        </w:rPr>
        <w:t>Although we have not been able to make use of your services on this occasion, I trust that you will continue to take an active interest in our initiatives.</w:t>
      </w:r>
    </w:p>
    <w:p w:rsidR="001A3F14" w:rsidRPr="00325F17" w:rsidRDefault="001A3F14" w:rsidP="00325F17">
      <w:pPr>
        <w:spacing w:after="0"/>
        <w:rPr>
          <w:rFonts w:ascii="Times New Roman" w:hAnsi="Times New Roman" w:cs="Times New Roman"/>
        </w:rPr>
      </w:pPr>
      <w:r w:rsidRPr="00325F17">
        <w:rPr>
          <w:rFonts w:ascii="Times New Roman" w:hAnsi="Times New Roman" w:cs="Times New Roman"/>
        </w:rPr>
        <w:t>Yours sincerely,</w:t>
      </w:r>
    </w:p>
    <w:p w:rsidR="001A3F14" w:rsidRPr="00325F17" w:rsidRDefault="00F91373" w:rsidP="00325F17">
      <w:pPr>
        <w:spacing w:after="0"/>
        <w:rPr>
          <w:rFonts w:ascii="Times New Roman" w:hAnsi="Times New Roman" w:cs="Times New Roman"/>
        </w:rPr>
      </w:pPr>
      <w:r w:rsidRPr="00325F17">
        <w:rPr>
          <w:rFonts w:ascii="Times New Roman" w:hAnsi="Times New Roman" w:cs="Times New Roman"/>
        </w:rPr>
        <w:t>Anca Lolescu</w:t>
      </w:r>
    </w:p>
    <w:p w:rsidR="00F91373" w:rsidRPr="00325F17" w:rsidRDefault="00F91373" w:rsidP="00325F17">
      <w:pPr>
        <w:spacing w:after="0"/>
        <w:rPr>
          <w:rFonts w:ascii="Times New Roman" w:hAnsi="Times New Roman" w:cs="Times New Roman"/>
        </w:rPr>
      </w:pPr>
      <w:r w:rsidRPr="00325F17">
        <w:rPr>
          <w:rFonts w:ascii="Times New Roman" w:hAnsi="Times New Roman" w:cs="Times New Roman"/>
        </w:rPr>
        <w:t>Executive Director</w:t>
      </w:r>
    </w:p>
    <w:p w:rsidR="004B50A2" w:rsidRPr="00325F17" w:rsidRDefault="00F91373" w:rsidP="00325F17">
      <w:pPr>
        <w:spacing w:after="0"/>
        <w:rPr>
          <w:rFonts w:ascii="Times New Roman" w:hAnsi="Times New Roman" w:cs="Times New Roman"/>
        </w:rPr>
      </w:pPr>
      <w:r w:rsidRPr="00325F17">
        <w:rPr>
          <w:rFonts w:ascii="Times New Roman" w:hAnsi="Times New Roman" w:cs="Times New Roman"/>
        </w:rPr>
        <w:t>RO CBC Timisoara</w:t>
      </w:r>
    </w:p>
    <w:sectPr w:rsidR="004B50A2" w:rsidRPr="00325F17" w:rsidSect="00C730B9">
      <w:headerReference w:type="default" r:id="rId8"/>
      <w:footerReference w:type="default" r:id="rId9"/>
      <w:pgSz w:w="11906" w:h="16838" w:code="9"/>
      <w:pgMar w:top="2525" w:right="1440" w:bottom="1588" w:left="1440" w:header="184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1F6" w:rsidRDefault="00A301F6" w:rsidP="00521645">
      <w:pPr>
        <w:spacing w:after="0" w:line="240" w:lineRule="auto"/>
      </w:pPr>
      <w:r>
        <w:separator/>
      </w:r>
    </w:p>
  </w:endnote>
  <w:endnote w:type="continuationSeparator" w:id="0">
    <w:p w:rsidR="00A301F6" w:rsidRDefault="00A301F6" w:rsidP="00521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645" w:rsidRDefault="001C3F7D">
    <w:pPr>
      <w:pStyle w:val="Footer"/>
    </w:pP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E22A57B" wp14:editId="12336B21">
              <wp:simplePos x="0" y="0"/>
              <wp:positionH relativeFrom="column">
                <wp:posOffset>4141801</wp:posOffset>
              </wp:positionH>
              <wp:positionV relativeFrom="paragraph">
                <wp:posOffset>40640</wp:posOffset>
              </wp:positionV>
              <wp:extent cx="2225675" cy="677545"/>
              <wp:effectExtent l="0" t="0" r="0" b="0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5675" cy="6775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74112" w:rsidRPr="001C3F7D" w:rsidRDefault="00386C7A" w:rsidP="00174112">
                          <w:pPr>
                            <w:spacing w:after="0"/>
                            <w:jc w:val="right"/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</w:pPr>
                          <w:proofErr w:type="spellStart"/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>Joint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 xml:space="preserve"> Secretariat</w:t>
                          </w:r>
                        </w:p>
                        <w:p w:rsidR="00174112" w:rsidRPr="001C3F7D" w:rsidRDefault="00386C7A" w:rsidP="00174112">
                          <w:pPr>
                            <w:spacing w:after="0"/>
                            <w:jc w:val="right"/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>First Level Control Unit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22A57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6.15pt;margin-top:3.2pt;width:175.25pt;height:53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" filled="f" stroked="f">
              <v:textbox>
                <w:txbxContent>
                  <w:p w:rsidR="00174112" w:rsidRPr="001C3F7D" w:rsidRDefault="00386C7A" w:rsidP="00174112">
                    <w:pPr>
                      <w:spacing w:after="0"/>
                      <w:jc w:val="right"/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</w:pPr>
                    <w:proofErr w:type="spellStart"/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>Joint</w:t>
                    </w:r>
                    <w:proofErr w:type="spellEnd"/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 xml:space="preserve"> Secretariat</w:t>
                    </w:r>
                  </w:p>
                  <w:p w:rsidR="00174112" w:rsidRPr="001C3F7D" w:rsidRDefault="00386C7A" w:rsidP="00174112">
                    <w:pPr>
                      <w:spacing w:after="0"/>
                      <w:jc w:val="right"/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</w:pPr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>First Level Control Unit</w:t>
                    </w:r>
                  </w:p>
                </w:txbxContent>
              </v:textbox>
            </v:shape>
          </w:pict>
        </mc:Fallback>
      </mc:AlternateContent>
    </w:r>
    <w:r w:rsidR="002D1496"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9A185D0" wp14:editId="24975894">
              <wp:simplePos x="0" y="0"/>
              <wp:positionH relativeFrom="column">
                <wp:posOffset>2535555</wp:posOffset>
              </wp:positionH>
              <wp:positionV relativeFrom="paragraph">
                <wp:posOffset>241300</wp:posOffset>
              </wp:positionV>
              <wp:extent cx="1639570" cy="224790"/>
              <wp:effectExtent l="0" t="0" r="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9570" cy="2247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0CA4" w:rsidRPr="00E72571" w:rsidRDefault="00A301F6" w:rsidP="001C5FB7">
                          <w:pPr>
                            <w:spacing w:after="0"/>
                            <w:jc w:val="center"/>
                            <w:rPr>
                              <w:rFonts w:ascii="Open Sans" w:hAnsi="Open Sans" w:cs="Open Sans"/>
                              <w:color w:val="808080" w:themeColor="background1" w:themeShade="80"/>
                              <w:sz w:val="16"/>
                            </w:rPr>
                          </w:pPr>
                          <w:hyperlink r:id="rId1" w:history="1">
                            <w:r w:rsidR="00250CA4" w:rsidRPr="00E72571">
                              <w:rPr>
                                <w:rStyle w:val="Hyperlink"/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www.romania-serbia.net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A185D0" id="_x0000_s1027" type="#_x0000_t202" style="position:absolute;margin-left:199.65pt;margin-top:19pt;width:129.1pt;height:17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" filled="f" stroked="f">
              <v:textbox>
                <w:txbxContent>
                  <w:p w:rsidR="00250CA4" w:rsidRPr="00E72571" w:rsidRDefault="0096541D" w:rsidP="001C5FB7">
                    <w:pPr>
                      <w:spacing w:after="0"/>
                      <w:jc w:val="center"/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</w:rPr>
                    </w:pPr>
                    <w:hyperlink r:id="rId2" w:history="1">
                      <w:r w:rsidR="00250CA4" w:rsidRPr="00E72571">
                        <w:rPr>
                          <w:rStyle w:val="Hyperlink"/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www.romania-serbia.net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2D1496"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2DDB57" wp14:editId="43446D93">
              <wp:simplePos x="0" y="0"/>
              <wp:positionH relativeFrom="column">
                <wp:posOffset>725501</wp:posOffset>
              </wp:positionH>
              <wp:positionV relativeFrom="paragraph">
                <wp:posOffset>-275590</wp:posOffset>
              </wp:positionV>
              <wp:extent cx="4110355" cy="9144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10355" cy="914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909C2" w:rsidRPr="001C3F7D" w:rsidRDefault="00386C7A" w:rsidP="00B909C2">
                          <w:pPr>
                            <w:spacing w:after="0"/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>Regional Office for Cross-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>border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 xml:space="preserve"> Cooperation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>Timisoara</w:t>
                          </w:r>
                          <w:proofErr w:type="spellEnd"/>
                        </w:p>
                        <w:p w:rsidR="00B909C2" w:rsidRPr="009D3302" w:rsidRDefault="00386C7A" w:rsidP="00B909C2">
                          <w:pPr>
                            <w:spacing w:after="0"/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</w:pP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 xml:space="preserve">5 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Proclama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t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ia de la Timi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s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oara</w:t>
                          </w:r>
                          <w:r w:rsidR="001C3F7D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 xml:space="preserve"> 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Street, 300054, Timis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 xml:space="preserve">oara, </w:t>
                          </w:r>
                          <w:r w:rsidR="009D330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Timi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s</w:t>
                          </w:r>
                          <w:r w:rsidR="009D330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 xml:space="preserve">, 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Rom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a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nia</w:t>
                          </w:r>
                        </w:p>
                        <w:p w:rsidR="00174112" w:rsidRPr="00250CA4" w:rsidRDefault="00386C7A" w:rsidP="00174112">
                          <w:pPr>
                            <w:spacing w:after="0"/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Phone</w:t>
                          </w:r>
                          <w:r w:rsidR="0017411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: 004.0</w:t>
                          </w:r>
                          <w:r w:rsidR="00B909C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356426360; </w:t>
                          </w:r>
                          <w:r w:rsidR="001C5FB7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Fax:</w:t>
                          </w:r>
                          <w:r w:rsidR="0017411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 </w:t>
                          </w:r>
                          <w:r w:rsidR="00B909C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004</w:t>
                          </w:r>
                          <w:r w:rsidR="0017411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.</w:t>
                          </w:r>
                          <w:r w:rsidR="00B909C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0356426361; 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F</w:t>
                          </w:r>
                          <w:r w:rsidR="007B5B9B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iscal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 code</w:t>
                          </w:r>
                          <w:r w:rsidR="0017411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: 17533873</w:t>
                          </w:r>
                        </w:p>
                        <w:p w:rsidR="00B909C2" w:rsidRPr="001C5FB7" w:rsidRDefault="00A301F6" w:rsidP="00B909C2">
                          <w:pPr>
                            <w:spacing w:after="0"/>
                            <w:rPr>
                              <w:rFonts w:ascii="Open Sans" w:hAnsi="Open Sans" w:cs="Open Sans"/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B909C2" w:rsidRPr="001C5FB7">
                              <w:rPr>
                                <w:rStyle w:val="Hyperlink"/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www.brct-timisoara.ro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2DDB57" id="_x0000_s1028" type="#_x0000_t202" style="position:absolute;margin-left:57.15pt;margin-top:-21.7pt;width:323.65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" filled="f" stroked="f">
              <v:textbox>
                <w:txbxContent>
                  <w:p w:rsidR="00B909C2" w:rsidRPr="001C3F7D" w:rsidRDefault="00386C7A" w:rsidP="00B909C2">
                    <w:pPr>
                      <w:spacing w:after="0"/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</w:pPr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>Regional Office for Cross-</w:t>
                    </w:r>
                    <w:proofErr w:type="spellStart"/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>border</w:t>
                    </w:r>
                    <w:proofErr w:type="spellEnd"/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 xml:space="preserve"> Cooperation </w:t>
                    </w:r>
                    <w:proofErr w:type="spellStart"/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>Timisoara</w:t>
                    </w:r>
                    <w:proofErr w:type="spellEnd"/>
                  </w:p>
                  <w:p w:rsidR="00B909C2" w:rsidRPr="009D3302" w:rsidRDefault="00386C7A" w:rsidP="00B909C2">
                    <w:pPr>
                      <w:spacing w:after="0"/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</w:pP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 xml:space="preserve">5 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Proclama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t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ia de la Timi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s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oara</w:t>
                    </w:r>
                    <w:r w:rsidR="001C3F7D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 xml:space="preserve"> 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Street, 300054, Timis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 xml:space="preserve">oara, </w:t>
                    </w:r>
                    <w:r w:rsidR="009D330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Timi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s</w:t>
                    </w:r>
                    <w:r w:rsidR="009D330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 xml:space="preserve">, 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Rom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a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nia</w:t>
                    </w:r>
                  </w:p>
                  <w:p w:rsidR="00174112" w:rsidRPr="00250CA4" w:rsidRDefault="00386C7A" w:rsidP="00174112">
                    <w:pPr>
                      <w:spacing w:after="0"/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Phone</w:t>
                    </w:r>
                    <w:r w:rsidR="0017411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: 004.0</w:t>
                    </w:r>
                    <w:r w:rsidR="00B909C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 xml:space="preserve">356426360; </w:t>
                    </w:r>
                    <w:r w:rsidR="001C5FB7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Fax:</w:t>
                    </w:r>
                    <w:r w:rsidR="0017411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 xml:space="preserve"> </w:t>
                    </w:r>
                    <w:r w:rsidR="00B909C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004</w:t>
                    </w:r>
                    <w:r w:rsidR="0017411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.</w:t>
                    </w:r>
                    <w:r w:rsidR="00B909C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 xml:space="preserve">0356426361; 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F</w:t>
                    </w:r>
                    <w:r w:rsidR="007B5B9B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iscal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 xml:space="preserve"> code</w:t>
                    </w:r>
                    <w:r w:rsidR="0017411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: 17533873</w:t>
                    </w:r>
                  </w:p>
                  <w:p w:rsidR="00B909C2" w:rsidRPr="001C5FB7" w:rsidRDefault="0096541D" w:rsidP="00B909C2">
                    <w:pPr>
                      <w:spacing w:after="0"/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</w:pPr>
                    <w:hyperlink r:id="rId4" w:history="1">
                      <w:r w:rsidR="00B909C2" w:rsidRPr="001C5FB7">
                        <w:rPr>
                          <w:rStyle w:val="Hyperlink"/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www.brct-timisoara.ro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2D1496">
      <w:rPr>
        <w:noProof/>
        <w:lang w:val="ro-RO" w:eastAsia="ro-RO"/>
      </w:rPr>
      <w:drawing>
        <wp:anchor distT="0" distB="0" distL="114300" distR="114300" simplePos="0" relativeHeight="251673600" behindDoc="0" locked="0" layoutInCell="1" allowOverlap="1" wp14:anchorId="332C797E" wp14:editId="4C3DAF7D">
          <wp:simplePos x="0" y="0"/>
          <wp:positionH relativeFrom="column">
            <wp:posOffset>-244475</wp:posOffset>
          </wp:positionH>
          <wp:positionV relativeFrom="paragraph">
            <wp:posOffset>-238125</wp:posOffset>
          </wp:positionV>
          <wp:extent cx="641350" cy="640715"/>
          <wp:effectExtent l="0" t="0" r="0" b="0"/>
          <wp:wrapSquare wrapText="bothSides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gla BRCT - rez buna.PN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350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4B86"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822AA5" wp14:editId="1DAAECC9">
              <wp:simplePos x="0" y="0"/>
              <wp:positionH relativeFrom="column">
                <wp:posOffset>-958215</wp:posOffset>
              </wp:positionH>
              <wp:positionV relativeFrom="paragraph">
                <wp:posOffset>-344500</wp:posOffset>
              </wp:positionV>
              <wp:extent cx="7607351" cy="0"/>
              <wp:effectExtent l="0" t="0" r="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07351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  <a:prstDash val="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2F417C" id="Straight Connector 1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5.45pt,-27.15pt" to="523.55pt,-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" strokecolor="#a5a5a5 [2092]">
              <v:stroke dashstyle="dash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1F6" w:rsidRDefault="00A301F6" w:rsidP="00521645">
      <w:pPr>
        <w:spacing w:after="0" w:line="240" w:lineRule="auto"/>
      </w:pPr>
      <w:r>
        <w:separator/>
      </w:r>
    </w:p>
  </w:footnote>
  <w:footnote w:type="continuationSeparator" w:id="0">
    <w:p w:rsidR="00A301F6" w:rsidRDefault="00A301F6" w:rsidP="00521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645" w:rsidRDefault="00386C7A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74624" behindDoc="1" locked="0" layoutInCell="1" allowOverlap="1">
          <wp:simplePos x="0" y="0"/>
          <wp:positionH relativeFrom="column">
            <wp:posOffset>-247015</wp:posOffset>
          </wp:positionH>
          <wp:positionV relativeFrom="paragraph">
            <wp:posOffset>-1035685</wp:posOffset>
          </wp:positionV>
          <wp:extent cx="5868035" cy="1329690"/>
          <wp:effectExtent l="0" t="0" r="0" b="3810"/>
          <wp:wrapSquare wrapText="bothSides"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terreg_IPA_CBC_Ro+Srb_EN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8035" cy="1329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BD14565_"/>
      </v:shape>
    </w:pict>
  </w:numPicBullet>
  <w:abstractNum w:abstractNumId="0" w15:restartNumberingAfterBreak="0">
    <w:nsid w:val="16CB120A"/>
    <w:multiLevelType w:val="hybridMultilevel"/>
    <w:tmpl w:val="D6E23F8C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43513"/>
    <w:multiLevelType w:val="hybridMultilevel"/>
    <w:tmpl w:val="BFBE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666235"/>
    <w:multiLevelType w:val="hybridMultilevel"/>
    <w:tmpl w:val="C4BCDB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E02484"/>
    <w:multiLevelType w:val="hybridMultilevel"/>
    <w:tmpl w:val="3CB678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EDC"/>
    <w:rsid w:val="00011414"/>
    <w:rsid w:val="00012879"/>
    <w:rsid w:val="00015CF3"/>
    <w:rsid w:val="0005185D"/>
    <w:rsid w:val="00053F60"/>
    <w:rsid w:val="00060260"/>
    <w:rsid w:val="00060A20"/>
    <w:rsid w:val="00070E24"/>
    <w:rsid w:val="000759F6"/>
    <w:rsid w:val="00077CE2"/>
    <w:rsid w:val="00081406"/>
    <w:rsid w:val="00087E73"/>
    <w:rsid w:val="00096AE7"/>
    <w:rsid w:val="000A51AC"/>
    <w:rsid w:val="000C1C9F"/>
    <w:rsid w:val="000C7F1E"/>
    <w:rsid w:val="000D1776"/>
    <w:rsid w:val="000D66CF"/>
    <w:rsid w:val="000E16A9"/>
    <w:rsid w:val="000F21DE"/>
    <w:rsid w:val="000F2387"/>
    <w:rsid w:val="000F3EB9"/>
    <w:rsid w:val="001442B6"/>
    <w:rsid w:val="001443D2"/>
    <w:rsid w:val="00155F0B"/>
    <w:rsid w:val="00174112"/>
    <w:rsid w:val="00182459"/>
    <w:rsid w:val="00183416"/>
    <w:rsid w:val="001A3F14"/>
    <w:rsid w:val="001B0A00"/>
    <w:rsid w:val="001B3049"/>
    <w:rsid w:val="001B3F30"/>
    <w:rsid w:val="001C072D"/>
    <w:rsid w:val="001C3F7D"/>
    <w:rsid w:val="001C5FB7"/>
    <w:rsid w:val="001D4BE5"/>
    <w:rsid w:val="001D7D69"/>
    <w:rsid w:val="001E0F2F"/>
    <w:rsid w:val="001F1EDC"/>
    <w:rsid w:val="00220AFD"/>
    <w:rsid w:val="0023758B"/>
    <w:rsid w:val="00241B1D"/>
    <w:rsid w:val="00245E2F"/>
    <w:rsid w:val="00250CA4"/>
    <w:rsid w:val="00254A60"/>
    <w:rsid w:val="00255D91"/>
    <w:rsid w:val="00262571"/>
    <w:rsid w:val="002642AB"/>
    <w:rsid w:val="00290301"/>
    <w:rsid w:val="002966DC"/>
    <w:rsid w:val="002A0E57"/>
    <w:rsid w:val="002C262B"/>
    <w:rsid w:val="002D1496"/>
    <w:rsid w:val="002F0058"/>
    <w:rsid w:val="002F13A1"/>
    <w:rsid w:val="002F7217"/>
    <w:rsid w:val="003100B6"/>
    <w:rsid w:val="00311718"/>
    <w:rsid w:val="00312F22"/>
    <w:rsid w:val="00315BB0"/>
    <w:rsid w:val="00325F17"/>
    <w:rsid w:val="00332C46"/>
    <w:rsid w:val="003359D4"/>
    <w:rsid w:val="00336474"/>
    <w:rsid w:val="0035029E"/>
    <w:rsid w:val="003517E0"/>
    <w:rsid w:val="00363BC3"/>
    <w:rsid w:val="003724E0"/>
    <w:rsid w:val="00377389"/>
    <w:rsid w:val="0037764A"/>
    <w:rsid w:val="0038171C"/>
    <w:rsid w:val="00384789"/>
    <w:rsid w:val="00385B93"/>
    <w:rsid w:val="00386C7A"/>
    <w:rsid w:val="003B576B"/>
    <w:rsid w:val="003D5148"/>
    <w:rsid w:val="003E4A48"/>
    <w:rsid w:val="003F3D0F"/>
    <w:rsid w:val="00405E4F"/>
    <w:rsid w:val="004067C6"/>
    <w:rsid w:val="00423EF9"/>
    <w:rsid w:val="00426D5C"/>
    <w:rsid w:val="00427475"/>
    <w:rsid w:val="00463C24"/>
    <w:rsid w:val="004707EC"/>
    <w:rsid w:val="004726D8"/>
    <w:rsid w:val="004761C0"/>
    <w:rsid w:val="00483A65"/>
    <w:rsid w:val="004A43B3"/>
    <w:rsid w:val="004A600C"/>
    <w:rsid w:val="004A6DB4"/>
    <w:rsid w:val="004A6E9E"/>
    <w:rsid w:val="004B50A2"/>
    <w:rsid w:val="004B7AC9"/>
    <w:rsid w:val="004C00FB"/>
    <w:rsid w:val="004F0423"/>
    <w:rsid w:val="004F2BD5"/>
    <w:rsid w:val="00500F6B"/>
    <w:rsid w:val="005039A6"/>
    <w:rsid w:val="00521645"/>
    <w:rsid w:val="005278F6"/>
    <w:rsid w:val="00551FAF"/>
    <w:rsid w:val="00555AEE"/>
    <w:rsid w:val="005624BC"/>
    <w:rsid w:val="005748E8"/>
    <w:rsid w:val="005753DA"/>
    <w:rsid w:val="005850FE"/>
    <w:rsid w:val="005A42F4"/>
    <w:rsid w:val="005B6862"/>
    <w:rsid w:val="005C40FB"/>
    <w:rsid w:val="005C490F"/>
    <w:rsid w:val="005D1DE6"/>
    <w:rsid w:val="006062FE"/>
    <w:rsid w:val="00612786"/>
    <w:rsid w:val="006600C3"/>
    <w:rsid w:val="00667FED"/>
    <w:rsid w:val="00683A79"/>
    <w:rsid w:val="006C35BE"/>
    <w:rsid w:val="006C42BA"/>
    <w:rsid w:val="006C73BC"/>
    <w:rsid w:val="006D4623"/>
    <w:rsid w:val="006D4B86"/>
    <w:rsid w:val="006F3BC9"/>
    <w:rsid w:val="00702498"/>
    <w:rsid w:val="00724E1B"/>
    <w:rsid w:val="00724FB5"/>
    <w:rsid w:val="007312A3"/>
    <w:rsid w:val="007343DE"/>
    <w:rsid w:val="00741449"/>
    <w:rsid w:val="0074187F"/>
    <w:rsid w:val="0075774A"/>
    <w:rsid w:val="007611DB"/>
    <w:rsid w:val="00763D62"/>
    <w:rsid w:val="0077172B"/>
    <w:rsid w:val="0077639E"/>
    <w:rsid w:val="00791B2B"/>
    <w:rsid w:val="00794895"/>
    <w:rsid w:val="007B5B9B"/>
    <w:rsid w:val="007D3235"/>
    <w:rsid w:val="007E1E13"/>
    <w:rsid w:val="007E268C"/>
    <w:rsid w:val="007E423B"/>
    <w:rsid w:val="007E5BE7"/>
    <w:rsid w:val="00800A90"/>
    <w:rsid w:val="0081110E"/>
    <w:rsid w:val="008130AC"/>
    <w:rsid w:val="008169DD"/>
    <w:rsid w:val="00830DF9"/>
    <w:rsid w:val="00843957"/>
    <w:rsid w:val="008518D9"/>
    <w:rsid w:val="00867C3E"/>
    <w:rsid w:val="00881A4E"/>
    <w:rsid w:val="0089022C"/>
    <w:rsid w:val="00897EBC"/>
    <w:rsid w:val="008B5B54"/>
    <w:rsid w:val="008B70A0"/>
    <w:rsid w:val="008C1934"/>
    <w:rsid w:val="008C395A"/>
    <w:rsid w:val="008D7B79"/>
    <w:rsid w:val="008E3578"/>
    <w:rsid w:val="008E5DB9"/>
    <w:rsid w:val="008F34E5"/>
    <w:rsid w:val="00905721"/>
    <w:rsid w:val="00922177"/>
    <w:rsid w:val="00922E5B"/>
    <w:rsid w:val="009233EF"/>
    <w:rsid w:val="009577A7"/>
    <w:rsid w:val="0096541D"/>
    <w:rsid w:val="00965C11"/>
    <w:rsid w:val="009A11C3"/>
    <w:rsid w:val="009B1702"/>
    <w:rsid w:val="009B5CEE"/>
    <w:rsid w:val="009C033E"/>
    <w:rsid w:val="009D18E2"/>
    <w:rsid w:val="009D3302"/>
    <w:rsid w:val="009D45A0"/>
    <w:rsid w:val="009D6EC0"/>
    <w:rsid w:val="009E27C6"/>
    <w:rsid w:val="009E59D5"/>
    <w:rsid w:val="00A301AF"/>
    <w:rsid w:val="00A301F6"/>
    <w:rsid w:val="00A33F8B"/>
    <w:rsid w:val="00A35C5D"/>
    <w:rsid w:val="00A44B6C"/>
    <w:rsid w:val="00A5189C"/>
    <w:rsid w:val="00A765F9"/>
    <w:rsid w:val="00A77EC6"/>
    <w:rsid w:val="00A82107"/>
    <w:rsid w:val="00A85257"/>
    <w:rsid w:val="00A87701"/>
    <w:rsid w:val="00AA25B1"/>
    <w:rsid w:val="00AA74F7"/>
    <w:rsid w:val="00AC3E87"/>
    <w:rsid w:val="00AD544C"/>
    <w:rsid w:val="00AE0F26"/>
    <w:rsid w:val="00AF3CCF"/>
    <w:rsid w:val="00AF625C"/>
    <w:rsid w:val="00B04A2C"/>
    <w:rsid w:val="00B10D00"/>
    <w:rsid w:val="00B2736A"/>
    <w:rsid w:val="00B43F24"/>
    <w:rsid w:val="00B445FE"/>
    <w:rsid w:val="00B66575"/>
    <w:rsid w:val="00B66EDD"/>
    <w:rsid w:val="00B73FB1"/>
    <w:rsid w:val="00B909C2"/>
    <w:rsid w:val="00B9410B"/>
    <w:rsid w:val="00BC2F52"/>
    <w:rsid w:val="00BE30A3"/>
    <w:rsid w:val="00BF1274"/>
    <w:rsid w:val="00BF4BD9"/>
    <w:rsid w:val="00BF5A3D"/>
    <w:rsid w:val="00BF606B"/>
    <w:rsid w:val="00BF6A6E"/>
    <w:rsid w:val="00C07D54"/>
    <w:rsid w:val="00C11331"/>
    <w:rsid w:val="00C172E4"/>
    <w:rsid w:val="00C3614E"/>
    <w:rsid w:val="00C437F2"/>
    <w:rsid w:val="00C46143"/>
    <w:rsid w:val="00C51452"/>
    <w:rsid w:val="00C60FF9"/>
    <w:rsid w:val="00C619FF"/>
    <w:rsid w:val="00C730B9"/>
    <w:rsid w:val="00C73D95"/>
    <w:rsid w:val="00C8383D"/>
    <w:rsid w:val="00C96CB3"/>
    <w:rsid w:val="00CA059D"/>
    <w:rsid w:val="00CA6F2C"/>
    <w:rsid w:val="00CC2C95"/>
    <w:rsid w:val="00CC4840"/>
    <w:rsid w:val="00CF6C76"/>
    <w:rsid w:val="00D07AC4"/>
    <w:rsid w:val="00D12FFB"/>
    <w:rsid w:val="00D21985"/>
    <w:rsid w:val="00D2612A"/>
    <w:rsid w:val="00D265F8"/>
    <w:rsid w:val="00D31EEF"/>
    <w:rsid w:val="00D33514"/>
    <w:rsid w:val="00D641B1"/>
    <w:rsid w:val="00D7218E"/>
    <w:rsid w:val="00D974D4"/>
    <w:rsid w:val="00DA45BD"/>
    <w:rsid w:val="00DA587E"/>
    <w:rsid w:val="00DD29F9"/>
    <w:rsid w:val="00E04859"/>
    <w:rsid w:val="00E11757"/>
    <w:rsid w:val="00E2106D"/>
    <w:rsid w:val="00E3789B"/>
    <w:rsid w:val="00E45E63"/>
    <w:rsid w:val="00E4720B"/>
    <w:rsid w:val="00E72571"/>
    <w:rsid w:val="00E756B7"/>
    <w:rsid w:val="00E811D1"/>
    <w:rsid w:val="00E82B9C"/>
    <w:rsid w:val="00E83A86"/>
    <w:rsid w:val="00E83BCD"/>
    <w:rsid w:val="00E849AD"/>
    <w:rsid w:val="00E85FA2"/>
    <w:rsid w:val="00E94BB0"/>
    <w:rsid w:val="00ED0D55"/>
    <w:rsid w:val="00EE1BDB"/>
    <w:rsid w:val="00F14102"/>
    <w:rsid w:val="00F15B10"/>
    <w:rsid w:val="00F35778"/>
    <w:rsid w:val="00F56ED3"/>
    <w:rsid w:val="00F57283"/>
    <w:rsid w:val="00F71644"/>
    <w:rsid w:val="00F76E6B"/>
    <w:rsid w:val="00F84B75"/>
    <w:rsid w:val="00F856BD"/>
    <w:rsid w:val="00F91373"/>
    <w:rsid w:val="00FA6F45"/>
    <w:rsid w:val="00FB2C92"/>
    <w:rsid w:val="00FB655F"/>
    <w:rsid w:val="00FC22E0"/>
    <w:rsid w:val="00FE024B"/>
    <w:rsid w:val="00FE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A0DA50-E9DE-47E2-A605-EA453695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25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0F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5C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5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59F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A2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5B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73D9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0F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5C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A35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A35C5D"/>
    <w:rPr>
      <w:b/>
      <w:bCs/>
    </w:rPr>
  </w:style>
  <w:style w:type="paragraph" w:styleId="Header">
    <w:name w:val="header"/>
    <w:basedOn w:val="Normal"/>
    <w:link w:val="HeaderChar"/>
    <w:unhideWhenUsed/>
    <w:rsid w:val="00521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645"/>
  </w:style>
  <w:style w:type="paragraph" w:styleId="Footer">
    <w:name w:val="footer"/>
    <w:basedOn w:val="Normal"/>
    <w:link w:val="FooterChar"/>
    <w:uiPriority w:val="99"/>
    <w:unhideWhenUsed/>
    <w:rsid w:val="00521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645"/>
  </w:style>
  <w:style w:type="paragraph" w:styleId="CommentText">
    <w:name w:val="annotation text"/>
    <w:basedOn w:val="Normal"/>
    <w:link w:val="CommentTextChar"/>
    <w:uiPriority w:val="99"/>
    <w:semiHidden/>
    <w:unhideWhenUsed/>
    <w:rsid w:val="000F2387"/>
    <w:pPr>
      <w:spacing w:line="240" w:lineRule="auto"/>
    </w:pPr>
    <w:rPr>
      <w:rFonts w:ascii="Trebuchet MS" w:hAnsi="Trebuchet MS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387"/>
    <w:rPr>
      <w:rFonts w:ascii="Trebuchet MS" w:hAnsi="Trebuchet MS" w:cs="Times New Roman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F2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ct-timisoara.ro" TargetMode="External"/><Relationship Id="rId2" Type="http://schemas.openxmlformats.org/officeDocument/2006/relationships/hyperlink" Target="http://www.romania-serbia.net" TargetMode="External"/><Relationship Id="rId1" Type="http://schemas.openxmlformats.org/officeDocument/2006/relationships/hyperlink" Target="http://www.romania-serbia.net" TargetMode="External"/><Relationship Id="rId5" Type="http://schemas.openxmlformats.org/officeDocument/2006/relationships/image" Target="media/image3.png"/><Relationship Id="rId4" Type="http://schemas.openxmlformats.org/officeDocument/2006/relationships/hyperlink" Target="http://www.brct-timisoara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03EA0-FA46-40E1-B0A7-6DE98651C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 Bardos</dc:creator>
  <cp:lastModifiedBy>Mircea Cioba</cp:lastModifiedBy>
  <cp:revision>4</cp:revision>
  <cp:lastPrinted>2017-10-24T15:36:00Z</cp:lastPrinted>
  <dcterms:created xsi:type="dcterms:W3CDTF">2018-06-14T06:59:00Z</dcterms:created>
  <dcterms:modified xsi:type="dcterms:W3CDTF">2018-07-09T09:21:00Z</dcterms:modified>
</cp:coreProperties>
</file>